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46" w:rsidRDefault="00253008">
      <w:bookmarkStart w:id="0" w:name="_GoBack"/>
      <w:bookmarkEnd w:id="0"/>
      <w:r>
        <w:t>Scars</w:t>
      </w:r>
    </w:p>
    <w:p w:rsidR="00253008" w:rsidRDefault="00253008"/>
    <w:p w:rsidR="00253008" w:rsidRDefault="00253008">
      <w:r>
        <w:t>Lesson Plans</w:t>
      </w:r>
    </w:p>
    <w:p w:rsidR="00253008" w:rsidRDefault="00253008"/>
    <w:p w:rsidR="00253008" w:rsidRDefault="00253008">
      <w:r>
        <w:t xml:space="preserve">Karen </w:t>
      </w:r>
      <w:proofErr w:type="spellStart"/>
      <w:r>
        <w:t>McGuckin</w:t>
      </w:r>
      <w:proofErr w:type="spellEnd"/>
    </w:p>
    <w:p w:rsidR="00253008" w:rsidRDefault="00253008"/>
    <w:p w:rsidR="00253008" w:rsidRDefault="00253008">
      <w:r>
        <w:t>September 15, 2011</w:t>
      </w:r>
    </w:p>
    <w:p w:rsidR="00253008" w:rsidRDefault="00253008"/>
    <w:p w:rsidR="00253008" w:rsidRDefault="00253008">
      <w:r>
        <w:t>For my lesson plans for the book Scars, I would have a large paper bag with the different types of abuse that Kendra went through.  Such as rape, cutting, loneliness, thoughts of suicide, and broken relationships with her parents, I would also have anger in the bag and homosexuality.</w:t>
      </w:r>
    </w:p>
    <w:p w:rsidR="00253008" w:rsidRDefault="00253008"/>
    <w:p w:rsidR="00253008" w:rsidRDefault="00253008">
      <w:r>
        <w:t xml:space="preserve">My students would need to pull out a slip of paper from the bag and after doing research on that particular topic write a one page report on it.  I would like to have reasons that would give why a person would start cutting, think of suicide and how to prevent it, ways of mending a broken relationship and most importantly ways to heal the inside of a person after being repeatedly raped.  </w:t>
      </w:r>
    </w:p>
    <w:p w:rsidR="00253008" w:rsidRDefault="00253008"/>
    <w:p w:rsidR="00253008" w:rsidRDefault="00253008">
      <w:r>
        <w:t>If it would be possible, I would also have my students give mini workshops about the information they found out when doing the research about the different topics to a small group of students.</w:t>
      </w:r>
    </w:p>
    <w:sectPr w:rsidR="00253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08"/>
    <w:rsid w:val="00253008"/>
    <w:rsid w:val="00CA0046"/>
    <w:rsid w:val="00D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C2B0E1C</Template>
  <TotalTime>0</TotalTime>
  <Pages>1</Pages>
  <Words>138</Words>
  <Characters>791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McGuckin</dc:creator>
  <cp:lastModifiedBy>Karen McGuckin</cp:lastModifiedBy>
  <cp:revision>2</cp:revision>
  <dcterms:created xsi:type="dcterms:W3CDTF">2011-09-15T12:17:00Z</dcterms:created>
  <dcterms:modified xsi:type="dcterms:W3CDTF">2011-09-15T12:17:00Z</dcterms:modified>
</cp:coreProperties>
</file>